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89381" w14:textId="1AA7FE04" w:rsidR="00AA7FEF" w:rsidRPr="00F30786" w:rsidRDefault="00AA7FEF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>GOVIND CHAUHAN</w:t>
      </w:r>
    </w:p>
    <w:p w14:paraId="552FA6B6" w14:textId="70482F3B" w:rsidR="00AA7FEF" w:rsidRPr="00F30786" w:rsidRDefault="00AA7FEF" w:rsidP="00C47F40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  <w:t>Current address</w:t>
      </w:r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  <w:t xml:space="preserve">: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-        </w:t>
      </w:r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gramStart"/>
      <w:r w:rsidR="001923F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662</w:t>
      </w:r>
      <w:r w:rsidR="0011333E" w:rsidRPr="00F3078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,</w:t>
      </w:r>
      <w:r w:rsidR="001923F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Pitampura</w:t>
      </w:r>
      <w:proofErr w:type="gramEnd"/>
      <w:r w:rsidR="001923F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,</w:t>
      </w:r>
      <w:r w:rsidR="0011333E" w:rsidRPr="00F3078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New Delhi</w:t>
      </w:r>
    </w:p>
    <w:p w14:paraId="201B6EB5" w14:textId="03873DC7" w:rsidR="00AA7FEF" w:rsidRPr="00F30786" w:rsidRDefault="00AA7FEF" w:rsidP="00C47F40">
      <w:pPr>
        <w:spacing w:after="0"/>
        <w:ind w:left="72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  <w:t>E</w:t>
      </w:r>
      <w:r w:rsidR="001923F7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  <w:t>-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  <w:t xml:space="preserve">mail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="00836399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         </w:t>
      </w:r>
      <w:proofErr w:type="gramStart"/>
      <w:r w:rsidR="00836399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F3078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:</w:t>
      </w:r>
      <w:proofErr w:type="gramEnd"/>
      <w:r w:rsidRPr="00F3078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-</w:t>
      </w:r>
      <w:r w:rsidR="00836399" w:rsidRPr="00F3078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      </w:t>
      </w:r>
      <w:hyperlink r:id="rId10" w:history="1">
        <w:r w:rsidR="00836399" w:rsidRPr="00F30786">
          <w:rPr>
            <w:rStyle w:val="Hyperlink"/>
            <w:rFonts w:ascii="Times New Roman" w:hAnsi="Times New Roman" w:cs="Times New Roman"/>
            <w:color w:val="000000" w:themeColor="text1"/>
            <w:sz w:val="20"/>
            <w:szCs w:val="20"/>
            <w:lang w:val="en-US"/>
          </w:rPr>
          <w:t>chauhangovind675@gmail.com</w:t>
        </w:r>
      </w:hyperlink>
    </w:p>
    <w:p w14:paraId="535F108E" w14:textId="087227B8" w:rsidR="00AA7FEF" w:rsidRPr="00F30786" w:rsidRDefault="00AA7FEF" w:rsidP="00C47F40">
      <w:pPr>
        <w:spacing w:after="0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  <w:t>Contact no</w:t>
      </w:r>
      <w:r w:rsidRPr="00F3078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.</w:t>
      </w:r>
      <w:r w:rsidRPr="00F307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F307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F3078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: -</w:t>
      </w:r>
      <w:r w:rsidRPr="00F3078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Pr="00F3078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7234864321</w:t>
      </w:r>
      <w:r w:rsidRPr="00F30786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FC6AB5A" wp14:editId="662978C1">
                <wp:simplePos x="0" y="0"/>
                <wp:positionH relativeFrom="column">
                  <wp:posOffset>-304800</wp:posOffset>
                </wp:positionH>
                <wp:positionV relativeFrom="paragraph">
                  <wp:posOffset>164465</wp:posOffset>
                </wp:positionV>
                <wp:extent cx="6934200" cy="0"/>
                <wp:effectExtent l="0" t="0" r="0" b="0"/>
                <wp:wrapNone/>
                <wp:docPr id="735793470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61125" id="Straight Connector 1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4pt,12.95pt" to="52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" strokecolor="black [3040]">
                <o:lock v:ext="edit" shapetype="f"/>
              </v:line>
            </w:pict>
          </mc:Fallback>
        </mc:AlternateContent>
      </w:r>
    </w:p>
    <w:p w14:paraId="1C4A93D6" w14:textId="77777777" w:rsidR="00884FBC" w:rsidRPr="00F30786" w:rsidRDefault="00884FBC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</w:pPr>
    </w:p>
    <w:p w14:paraId="010B09A2" w14:textId="42B4BB9F" w:rsidR="00AA7FEF" w:rsidRPr="00037D65" w:rsidRDefault="00AA7FEF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 w:rsidRPr="00037D6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E</w:t>
      </w:r>
      <w:r w:rsidR="005222D3" w:rsidRPr="00037D6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ducational</w:t>
      </w:r>
      <w:r w:rsidRPr="00037D6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 xml:space="preserve"> </w:t>
      </w:r>
      <w:r w:rsidR="005222D3" w:rsidRPr="00037D6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-</w:t>
      </w:r>
      <w:r w:rsidRPr="00037D6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Q</w:t>
      </w:r>
      <w:r w:rsidR="005222D3" w:rsidRPr="00037D6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ualification</w:t>
      </w:r>
    </w:p>
    <w:tbl>
      <w:tblPr>
        <w:tblStyle w:val="TableGrid"/>
        <w:tblW w:w="9918" w:type="dxa"/>
        <w:tblInd w:w="720" w:type="dxa"/>
        <w:tblLook w:val="04A0" w:firstRow="1" w:lastRow="0" w:firstColumn="1" w:lastColumn="0" w:noHBand="0" w:noVBand="1"/>
      </w:tblPr>
      <w:tblGrid>
        <w:gridCol w:w="2254"/>
        <w:gridCol w:w="2804"/>
        <w:gridCol w:w="2160"/>
        <w:gridCol w:w="2700"/>
      </w:tblGrid>
      <w:tr w:rsidR="00F30786" w:rsidRPr="00F30786" w14:paraId="1B1E6BEA" w14:textId="77777777" w:rsidTr="00884FBC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2A80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Qualification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2F25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University/Board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57BA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Year of passing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3C05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Percentage/CGPA</w:t>
            </w:r>
          </w:p>
        </w:tc>
      </w:tr>
      <w:tr w:rsidR="00F30786" w:rsidRPr="00F30786" w14:paraId="1A4919CD" w14:textId="77777777" w:rsidTr="00884FBC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B4F0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B. Tech (ECE)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5F96" w14:textId="451F43C5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HNB G</w:t>
            </w:r>
            <w:r w:rsidR="000C7991"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ar</w:t>
            </w: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hwal University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D5D5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2C23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7.11 CGPA</w:t>
            </w:r>
          </w:p>
        </w:tc>
      </w:tr>
      <w:tr w:rsidR="00F30786" w:rsidRPr="00F30786" w14:paraId="324FCC2E" w14:textId="77777777" w:rsidTr="00884FBC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9436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12</w:t>
            </w: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7AB7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CBSE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8091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27F5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65.8%</w:t>
            </w:r>
          </w:p>
        </w:tc>
      </w:tr>
      <w:tr w:rsidR="00AA7FEF" w:rsidRPr="00F30786" w14:paraId="31A82CD1" w14:textId="77777777" w:rsidTr="00884FBC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C306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8D80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CBSE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5CEA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48C3" w14:textId="77777777" w:rsidR="00AA7FEF" w:rsidRPr="00F30786" w:rsidRDefault="00AA7FEF" w:rsidP="00C47F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F307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8.2CGPA</w:t>
            </w:r>
          </w:p>
        </w:tc>
      </w:tr>
    </w:tbl>
    <w:p w14:paraId="45BF30CA" w14:textId="77777777" w:rsidR="00884FBC" w:rsidRPr="00F30786" w:rsidRDefault="00884FBC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</w:pPr>
    </w:p>
    <w:p w14:paraId="07721EA0" w14:textId="7E0365C0" w:rsidR="00AA7FEF" w:rsidRPr="00F30786" w:rsidRDefault="00AA7FEF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proofErr w:type="gramStart"/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P</w:t>
      </w:r>
      <w:r w:rsidR="001E6E2C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rojects:-</w:t>
      </w:r>
      <w:proofErr w:type="gramEnd"/>
    </w:p>
    <w:p w14:paraId="22B8943E" w14:textId="41257E95" w:rsidR="007669A9" w:rsidRPr="00F30786" w:rsidRDefault="007669A9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Obstacle avoidance Robot using Arduino </w:t>
      </w:r>
      <w:proofErr w:type="gramStart"/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uno(</w:t>
      </w:r>
      <w:proofErr w:type="gramEnd"/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B</w:t>
      </w:r>
      <w:r w:rsidR="00233B79"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-</w:t>
      </w:r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tech college project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>)</w:t>
      </w:r>
    </w:p>
    <w:p w14:paraId="21ABAA44" w14:textId="2B141DCB" w:rsidR="007A0533" w:rsidRPr="007A0533" w:rsidRDefault="007A0533" w:rsidP="007A053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Developed an Obstacle Avoiding Robot capable of detecting and avoiding obstacles.</w:t>
      </w:r>
    </w:p>
    <w:p w14:paraId="296DC3AD" w14:textId="77777777" w:rsidR="007A0533" w:rsidRPr="007A0533" w:rsidRDefault="007A0533" w:rsidP="007A053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Utilized advanced concepts of C language, electronic sensors, and motor drivers.</w:t>
      </w:r>
    </w:p>
    <w:p w14:paraId="62DCAAE3" w14:textId="74A18479" w:rsidR="007A0533" w:rsidRPr="007A0533" w:rsidRDefault="007A0533" w:rsidP="007A053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It is built on the Arduino microcontroller platform and used the motor driver module Bluetooth module.</w:t>
      </w:r>
    </w:p>
    <w:p w14:paraId="17A172BB" w14:textId="36D5A927" w:rsidR="009F2950" w:rsidRPr="007A0533" w:rsidRDefault="009F2950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</w:pPr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Digital Clock using </w:t>
      </w:r>
      <w:proofErr w:type="spellStart"/>
      <w:r w:rsidR="00C47F40"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N</w:t>
      </w:r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uvoton</w:t>
      </w:r>
      <w:proofErr w:type="spellEnd"/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</w:t>
      </w:r>
      <w:r w:rsidR="00C47F40"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M</w:t>
      </w:r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icrocontroller 8051 (ms51fb9ae)</w:t>
      </w:r>
    </w:p>
    <w:p w14:paraId="4A9F4CB6" w14:textId="7E64207B" w:rsidR="009F2950" w:rsidRPr="007A0533" w:rsidRDefault="009F2950" w:rsidP="00C47F4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Digital clock interface with </w:t>
      </w:r>
      <w:r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RTC MCP7940N</w:t>
      </w: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with automating battery control feedback power and </w:t>
      </w:r>
      <w:proofErr w:type="gramStart"/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data </w:t>
      </w:r>
      <w:r w:rsid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in</w:t>
      </w:r>
      <w:r w:rsid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put</w:t>
      </w:r>
      <w:proofErr w:type="gramEnd"/>
      <w:r w:rsid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in </w:t>
      </w: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RTC </w:t>
      </w:r>
      <w:r w:rsid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through</w:t>
      </w: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2 keypad</w:t>
      </w:r>
      <w:r w:rsid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using ADC </w:t>
      </w:r>
      <w:r w:rsidR="00876378"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and </w:t>
      </w:r>
      <w:r w:rsid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data send to seven segment </w:t>
      </w:r>
      <w:r w:rsidR="00876378"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by </w:t>
      </w:r>
      <w:r w:rsidR="00876378"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74hc595</w:t>
      </w:r>
      <w:r w:rsidR="00876378"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and </w:t>
      </w:r>
      <w:r w:rsidR="00876378" w:rsidRPr="007A053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74hc245</w:t>
      </w:r>
      <w:r w:rsidR="00876378"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on Seven segment</w:t>
      </w:r>
      <w:r w:rsid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at one time</w:t>
      </w:r>
      <w:r w:rsidR="00876378" w:rsidRPr="007A053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2354F197" w14:textId="2465A668" w:rsidR="007A0533" w:rsidRPr="00F30786" w:rsidRDefault="007A0533" w:rsidP="007A0533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Attendance Monitoring system using STM32</w:t>
      </w:r>
    </w:p>
    <w:p w14:paraId="0CC4F93D" w14:textId="312971CB" w:rsidR="007A0533" w:rsidRPr="00F30786" w:rsidRDefault="007A0533" w:rsidP="007A0533">
      <w:pPr>
        <w:pStyle w:val="ListParagraph"/>
        <w:numPr>
          <w:ilvl w:val="0"/>
          <w:numId w:val="11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Monitoring Attendance by Entering data using keypad </w:t>
      </w:r>
      <w:r w:rsidR="00D23D92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4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x4 and store data in memory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(24c64)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with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RTC(MCP7940M)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update date and time on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LCD 2x16.</w:t>
      </w:r>
    </w:p>
    <w:p w14:paraId="7B9A424B" w14:textId="77777777" w:rsidR="007A0533" w:rsidRPr="00F30786" w:rsidRDefault="007A0533" w:rsidP="007A0533">
      <w:pPr>
        <w:pStyle w:val="ListParagraph"/>
        <w:numPr>
          <w:ilvl w:val="0"/>
          <w:numId w:val="11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24c64 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interface with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I2C 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to get and store exact data to memory and RTC also interface with I2C update date and </w:t>
      </w:r>
      <w:proofErr w:type="gramStart"/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time  with</w:t>
      </w:r>
      <w:proofErr w:type="gramEnd"/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crystal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32.768kHz.</w:t>
      </w:r>
    </w:p>
    <w:p w14:paraId="67EE2CBB" w14:textId="623EFABA" w:rsidR="007A0533" w:rsidRPr="00F30786" w:rsidRDefault="007A0533" w:rsidP="007A0533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Chemical Dispenser using STM32</w:t>
      </w:r>
      <w:r w:rsidR="005222D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</w:t>
      </w:r>
    </w:p>
    <w:p w14:paraId="3736FAF2" w14:textId="18F7BB8E" w:rsidR="007A0533" w:rsidRPr="00F30786" w:rsidRDefault="007A0533" w:rsidP="007A0533">
      <w:pPr>
        <w:pStyle w:val="ListParagraph"/>
        <w:numPr>
          <w:ilvl w:val="0"/>
          <w:numId w:val="12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Controlling 24v motor with</w:t>
      </w:r>
      <w:r w:rsid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720rpm with different level of measurement in ml </w:t>
      </w:r>
      <w:proofErr w:type="gramStart"/>
      <w:r w:rsid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and 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sensing</w:t>
      </w:r>
      <w:proofErr w:type="gramEnd"/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current through </w:t>
      </w:r>
      <w:r w:rsid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it while motor running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5345D6CD" w14:textId="77777777" w:rsidR="007A0533" w:rsidRPr="00F30786" w:rsidRDefault="007A0533" w:rsidP="007A0533">
      <w:pPr>
        <w:pStyle w:val="ListParagraph"/>
        <w:numPr>
          <w:ilvl w:val="0"/>
          <w:numId w:val="12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Current sense by differential amplifier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LM</w:t>
      </w:r>
      <w:proofErr w:type="gramStart"/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358  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with</w:t>
      </w:r>
      <w:proofErr w:type="gramEnd"/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high and low level of precession and store data in memory to update chemical dispenser while sudden cut-off.</w:t>
      </w:r>
    </w:p>
    <w:p w14:paraId="394E5BDA" w14:textId="296B6B15" w:rsidR="007A0533" w:rsidRPr="00F30786" w:rsidRDefault="007A0533" w:rsidP="007A0533">
      <w:pPr>
        <w:pStyle w:val="ListParagraph"/>
        <w:numPr>
          <w:ilvl w:val="0"/>
          <w:numId w:val="12"/>
        </w:numPr>
        <w:spacing w:after="0"/>
        <w:ind w:left="1440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Current sensing through 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ADC 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by </w:t>
      </w:r>
      <w:proofErr w:type="gramStart"/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DMA</w:t>
      </w:r>
      <w:r w:rsidR="005222D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.</w:t>
      </w:r>
      <w:proofErr w:type="gramEnd"/>
    </w:p>
    <w:p w14:paraId="1DE090FF" w14:textId="0E268AD2" w:rsidR="007A0533" w:rsidRPr="007A0533" w:rsidRDefault="007A0533" w:rsidP="007A0533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12494AE8" w14:textId="77777777" w:rsidR="00884FBC" w:rsidRPr="00F30786" w:rsidRDefault="00884FBC" w:rsidP="00C47F40">
      <w:pPr>
        <w:pStyle w:val="ListParagraph"/>
        <w:spacing w:after="0"/>
        <w:ind w:left="1440" w:firstLine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67494EBE" w14:textId="3537B5B4" w:rsidR="00C47F40" w:rsidRPr="00F30786" w:rsidRDefault="00876378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Work</w:t>
      </w:r>
      <w:r w:rsidR="008520CC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-</w:t>
      </w:r>
      <w:proofErr w:type="gramStart"/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Experience</w:t>
      </w:r>
      <w:r w:rsidR="008520CC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C47F40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:</w:t>
      </w:r>
      <w:proofErr w:type="gramEnd"/>
      <w:r w:rsidR="00C47F40"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-</w:t>
      </w:r>
    </w:p>
    <w:p w14:paraId="4CAD6C0C" w14:textId="59BBF027" w:rsidR="0077315F" w:rsidRPr="00F30786" w:rsidRDefault="00C47F40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</w:t>
      </w:r>
    </w:p>
    <w:p w14:paraId="0E61E82C" w14:textId="68BB96E4" w:rsidR="00876378" w:rsidRPr="00F30786" w:rsidRDefault="0077315F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        </w:t>
      </w:r>
      <w:r w:rsid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R&amp;D </w:t>
      </w:r>
      <w:proofErr w:type="gramStart"/>
      <w:r w:rsid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Engineer,</w:t>
      </w:r>
      <w:r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</w:t>
      </w:r>
      <w:r w:rsidR="00C47F40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</w:t>
      </w:r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Live</w:t>
      </w:r>
      <w:proofErr w:type="gramEnd"/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Smart </w:t>
      </w:r>
      <w:r w:rsidR="0046160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S</w:t>
      </w:r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olution </w:t>
      </w:r>
      <w:r w:rsidR="0046160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P</w:t>
      </w:r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vt </w:t>
      </w:r>
      <w:r w:rsidR="0046160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L</w:t>
      </w:r>
      <w:r w:rsidR="00876378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td</w:t>
      </w:r>
      <w:r w:rsidR="00C47F40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, </w:t>
      </w:r>
      <w:r w:rsidR="00DD0EA7" w:rsidRPr="00F30786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Delhi</w:t>
      </w:r>
      <w:r w:rsidR="00876378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  <w:r w:rsidR="00C47F40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 (24 August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2023</w:t>
      </w:r>
      <w:r w:rsidR="00C47F40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– till Date)</w:t>
      </w:r>
    </w:p>
    <w:p w14:paraId="462A85D4" w14:textId="1D3BD88A" w:rsidR="00876378" w:rsidRPr="00F30786" w:rsidRDefault="00C47F40" w:rsidP="00C47F40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    </w:t>
      </w:r>
    </w:p>
    <w:p w14:paraId="74D05587" w14:textId="6809AD35" w:rsidR="005222D3" w:rsidRPr="005222D3" w:rsidRDefault="00DD12BF" w:rsidP="005222D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Developing</w:t>
      </w:r>
      <w:r w:rsidR="00DD0EA7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C47F40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S</w:t>
      </w:r>
      <w:r w:rsidR="00DD0EA7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igna</w:t>
      </w:r>
      <w:r w:rsidR="00C47F40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ge</w:t>
      </w:r>
      <w:r w:rsidR="00DD0EA7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C47F40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A</w:t>
      </w:r>
      <w:r w:rsidR="00DD0EA7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nimator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C47F40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C</w:t>
      </w:r>
      <w:r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ontroller</w:t>
      </w:r>
      <w:r w:rsidR="00DD0EA7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="0051600B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and Program</w:t>
      </w:r>
      <w:r w:rsid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  <w:r w:rsidR="008520CC" w:rsidRP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  </w:t>
      </w:r>
    </w:p>
    <w:p w14:paraId="6E4B8015" w14:textId="77777777" w:rsidR="005222D3" w:rsidRPr="005222D3" w:rsidRDefault="005222D3" w:rsidP="005222D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Coding and </w:t>
      </w:r>
      <w:proofErr w:type="gramStart"/>
      <w:r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Design </w:t>
      </w:r>
      <w:r w:rsidR="008520CC" w:rsidRPr="00F30786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</w:t>
      </w:r>
      <w:r w:rsidRP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Attendance</w:t>
      </w:r>
      <w:proofErr w:type="gramEnd"/>
      <w:r w:rsidRP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Monitoring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S</w:t>
      </w:r>
      <w:r w:rsidRP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ystem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(AMS)</w:t>
      </w: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.</w:t>
      </w:r>
    </w:p>
    <w:p w14:paraId="7DBF2D80" w14:textId="44968D04" w:rsidR="005222D3" w:rsidRPr="005222D3" w:rsidRDefault="005222D3" w:rsidP="005222D3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5222D3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Coding and Design   Chemical Dispenser</w:t>
      </w:r>
      <w:r w:rsidRPr="005222D3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(CD).</w:t>
      </w:r>
    </w:p>
    <w:p w14:paraId="145147C8" w14:textId="428397D6" w:rsidR="005222D3" w:rsidRPr="00F30786" w:rsidRDefault="005222D3" w:rsidP="000C7991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Design PCB Through Dip trace.</w:t>
      </w:r>
    </w:p>
    <w:p w14:paraId="3774EC72" w14:textId="77777777" w:rsidR="000C7991" w:rsidRPr="00F30786" w:rsidRDefault="000C7991" w:rsidP="007A0533">
      <w:pPr>
        <w:pStyle w:val="ListParagraph"/>
        <w:spacing w:after="0"/>
        <w:ind w:left="1440" w:firstLine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34B7F3B8" w14:textId="214F1EFC" w:rsidR="00884FBC" w:rsidRPr="00F30786" w:rsidRDefault="008520CC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  <w:lang w:val="en-US"/>
        </w:rPr>
      </w:pPr>
      <w:r w:rsidRPr="00F3078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        </w:t>
      </w:r>
    </w:p>
    <w:p w14:paraId="5C650572" w14:textId="20CB5CE8" w:rsidR="00DD0EA7" w:rsidRPr="00F30786" w:rsidRDefault="00DD0EA7" w:rsidP="00C47F40">
      <w:pPr>
        <w:spacing w:after="0"/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 w:rsidRPr="00F30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Skill</w:t>
      </w:r>
    </w:p>
    <w:p w14:paraId="1E0BE272" w14:textId="3D7164DF" w:rsidR="00DD0EA7" w:rsidRPr="001923F7" w:rsidRDefault="00EF1EC9" w:rsidP="00C47F40">
      <w:pPr>
        <w:pStyle w:val="ListParagraph"/>
        <w:numPr>
          <w:ilvl w:val="0"/>
          <w:numId w:val="14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Programming language: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Embedded </w:t>
      </w:r>
      <w:r w:rsidR="008520CC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C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, </w:t>
      </w:r>
      <w:r w:rsidR="008520CC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C L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anguage</w:t>
      </w:r>
      <w:r w:rsidR="0051600B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6E419912" w14:textId="71D47B1B" w:rsidR="00EF1EC9" w:rsidRPr="001923F7" w:rsidRDefault="00EF1EC9" w:rsidP="00C47F40">
      <w:pPr>
        <w:pStyle w:val="ListParagraph"/>
        <w:numPr>
          <w:ilvl w:val="0"/>
          <w:numId w:val="14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Designing and Programming tool: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Stmcube ide, MP</w:t>
      </w:r>
      <w:r w:rsidR="00C47F40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L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ab </w:t>
      </w:r>
      <w:proofErr w:type="gramStart"/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x,  Altium</w:t>
      </w:r>
      <w:proofErr w:type="gramEnd"/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,Dip trace</w:t>
      </w:r>
      <w:r w:rsidR="00FF3539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,</w:t>
      </w:r>
      <w:r w:rsidR="00FF3539" w:rsidRPr="001923F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Keil </w:t>
      </w:r>
      <w:proofErr w:type="spellStart"/>
      <w:r w:rsidR="00FF3539" w:rsidRPr="001923F7">
        <w:rPr>
          <w:rFonts w:ascii="Times New Roman" w:hAnsi="Times New Roman" w:cs="Times New Roman"/>
          <w:color w:val="000000" w:themeColor="text1"/>
          <w:sz w:val="18"/>
          <w:szCs w:val="18"/>
        </w:rPr>
        <w:t>uVision</w:t>
      </w:r>
      <w:proofErr w:type="spellEnd"/>
      <w:r w:rsidR="0051600B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5C4AA4D8" w14:textId="2DE80D7B" w:rsidR="00EF1EC9" w:rsidRPr="001923F7" w:rsidRDefault="00EF1EC9" w:rsidP="00C47F40">
      <w:pPr>
        <w:pStyle w:val="ListParagraph"/>
        <w:numPr>
          <w:ilvl w:val="0"/>
          <w:numId w:val="14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Microcontroller: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STM32, </w:t>
      </w:r>
      <w:proofErr w:type="gramStart"/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AVR ,Arduino</w:t>
      </w:r>
      <w:proofErr w:type="gramEnd"/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Nuvoton</w:t>
      </w:r>
      <w:proofErr w:type="spellEnd"/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8051</w:t>
      </w:r>
      <w:r w:rsidR="0051600B"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.</w:t>
      </w:r>
    </w:p>
    <w:p w14:paraId="0BE6C350" w14:textId="3A5A0468" w:rsidR="00461608" w:rsidRPr="001923F7" w:rsidRDefault="00EF1EC9" w:rsidP="00C47F40">
      <w:pPr>
        <w:pStyle w:val="ListParagraph"/>
        <w:numPr>
          <w:ilvl w:val="0"/>
          <w:numId w:val="14"/>
        </w:numPr>
        <w:spacing w:after="0"/>
        <w:ind w:left="144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Embedded Systems: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Microcontroller Programming, Peripheral Interface (UART, I2C, </w:t>
      </w:r>
      <w:proofErr w:type="gramStart"/>
      <w:r w:rsidRPr="001923F7">
        <w:rPr>
          <w:rFonts w:ascii="Times New Roman" w:hAnsi="Times New Roman" w:cs="Times New Roman"/>
          <w:color w:val="000000" w:themeColor="text1"/>
          <w:sz w:val="18"/>
          <w:szCs w:val="18"/>
        </w:rPr>
        <w:t>SPI,DMA</w:t>
      </w:r>
      <w:proofErr w:type="gramEnd"/>
      <w:r w:rsidRPr="001923F7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="0051600B" w:rsidRPr="001923F7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502BDFDE" w14:textId="3E382BE7" w:rsidR="001923F7" w:rsidRDefault="001923F7" w:rsidP="001923F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              </w:t>
      </w:r>
      <w:r w:rsidRPr="001923F7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 </w:t>
      </w:r>
    </w:p>
    <w:p w14:paraId="2D9AA845" w14:textId="213619F6" w:rsidR="001923F7" w:rsidRDefault="001923F7" w:rsidP="001923F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 xml:space="preserve">            </w:t>
      </w:r>
      <w:r w:rsidRPr="001923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Declaration</w:t>
      </w:r>
    </w:p>
    <w:p w14:paraId="6D21B0C5" w14:textId="06643FE9" w:rsidR="001923F7" w:rsidRPr="001923F7" w:rsidRDefault="001923F7" w:rsidP="001923F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1923F7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 xml:space="preserve">                       </w:t>
      </w:r>
      <w:r w:rsidRPr="001923F7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The above information is true to the best of my knowledge and belief.</w:t>
      </w:r>
    </w:p>
    <w:p w14:paraId="2CD798AB" w14:textId="057C4A03" w:rsidR="00461608" w:rsidRPr="00F30786" w:rsidRDefault="00461608" w:rsidP="00C47F40">
      <w:pPr>
        <w:spacing w:after="0"/>
        <w:ind w:left="36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045603BD" w14:textId="4EF4882A" w:rsidR="00AA7FEF" w:rsidRPr="00F30786" w:rsidRDefault="00AA7FEF" w:rsidP="00C47F40">
      <w:pPr>
        <w:spacing w:after="0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r w:rsidRPr="00F30786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P</w:t>
      </w:r>
      <w:r w:rsidR="005222D3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lace</w:t>
      </w:r>
      <w:r w:rsidRPr="00F30786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                                                                    </w:t>
      </w:r>
      <w:r w:rsidR="00233B79" w:rsidRPr="00F30786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                                                    </w:t>
      </w:r>
      <w:r w:rsidRPr="00F30786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  </w:t>
      </w:r>
    </w:p>
    <w:p w14:paraId="72DA0994" w14:textId="618F5D95" w:rsidR="00AA7FEF" w:rsidRDefault="00AA7FEF" w:rsidP="00C47F40">
      <w:pPr>
        <w:spacing w:after="0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r w:rsidRPr="00F30786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D</w:t>
      </w:r>
      <w:r w:rsidR="001923F7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ate</w:t>
      </w:r>
      <w:r w:rsidRPr="00F30786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:</w:t>
      </w:r>
    </w:p>
    <w:p w14:paraId="461DB2F0" w14:textId="54D17D94" w:rsidR="001923F7" w:rsidRPr="00F30786" w:rsidRDefault="001923F7" w:rsidP="00C47F40">
      <w:pPr>
        <w:spacing w:after="0"/>
        <w:ind w:left="720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Signature:-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Govind Chauhan</w:t>
      </w:r>
    </w:p>
    <w:p w14:paraId="6371D7E0" w14:textId="48BAFF09" w:rsidR="00AA7FEF" w:rsidRPr="005A1509" w:rsidRDefault="00AA7FEF" w:rsidP="0019189C">
      <w:pPr>
        <w:tabs>
          <w:tab w:val="left" w:pos="4470"/>
        </w:tabs>
        <w:spacing w:after="0"/>
        <w:rPr>
          <w:rFonts w:ascii="Times New Roman" w:hAnsi="Times New Roman" w:cs="Times New Roman"/>
          <w:color w:val="ECEDD1" w:themeColor="background2"/>
          <w:sz w:val="28"/>
          <w:szCs w:val="28"/>
          <w:lang w:val="en-US"/>
        </w:rPr>
      </w:pPr>
    </w:p>
    <w:p w14:paraId="4C69AC94" w14:textId="0B30EC7D" w:rsidR="00D103B1" w:rsidRPr="005A1509" w:rsidRDefault="00D103B1" w:rsidP="00884FBC">
      <w:pPr>
        <w:tabs>
          <w:tab w:val="left" w:pos="2670"/>
        </w:tabs>
        <w:spacing w:after="0" w:line="240" w:lineRule="auto"/>
        <w:ind w:left="720"/>
        <w:rPr>
          <w:color w:val="ECEDD1" w:themeColor="background2"/>
        </w:rPr>
      </w:pPr>
    </w:p>
    <w:sectPr w:rsidR="00D103B1" w:rsidRPr="005A1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CA839" w14:textId="77777777" w:rsidR="003B5594" w:rsidRDefault="003B5594">
      <w:pPr>
        <w:spacing w:after="0" w:line="240" w:lineRule="auto"/>
      </w:pPr>
      <w:r>
        <w:separator/>
      </w:r>
    </w:p>
  </w:endnote>
  <w:endnote w:type="continuationSeparator" w:id="0">
    <w:p w14:paraId="77A64BD6" w14:textId="77777777" w:rsidR="003B5594" w:rsidRDefault="003B5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SMinchoB">
    <w:charset w:val="80"/>
    <w:family w:val="roman"/>
    <w:pitch w:val="variable"/>
    <w:sig w:usb0="80000281" w:usb1="28C76CF8" w:usb2="00000010" w:usb3="00000000" w:csb0="00020000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DDD3" w14:textId="77777777" w:rsidR="00836399" w:rsidRDefault="008363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48FDC" w14:textId="77777777" w:rsidR="00D103B1" w:rsidRDefault="00000000">
    <w:pPr>
      <w:pStyle w:val="Footer"/>
    </w:pPr>
    <w:r>
      <w:rPr>
        <w:noProof/>
        <w:color w:val="93A299" w:themeColor="accent1"/>
        <w:lang w:eastAsia="ja-JP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78DA39A" wp14:editId="3FCA275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477125" cy="9696450"/>
              <wp:effectExtent l="0" t="0" r="0" b="0"/>
              <wp:wrapNone/>
              <wp:docPr id="7" name="Bkgd: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77125" cy="9696450"/>
                      </a:xfrm>
                      <a:prstGeom prst="roundRect">
                        <a:avLst>
                          <a:gd name="adj" fmla="val 1735"/>
                        </a:avLst>
                      </a:prstGeom>
                      <a:ln w="12700" cmpd="sng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3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DCCE1A" w14:textId="77777777" w:rsidR="00D103B1" w:rsidRDefault="00D103B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page">
                <wp14:pctWidth>96200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roundrect w14:anchorId="678DA39A" id="Bkgd: 1" o:spid="_x0000_s1026" style="position:absolute;margin-left:0;margin-top:0;width:588.75pt;height:763.5pt;z-index:-251653120;visibility:visible;mso-wrap-style:square;mso-width-percent:962;mso-height-percent:964;mso-wrap-distance-left:9pt;mso-wrap-distance-top:0;mso-wrap-distance-right:9pt;mso-wrap-distance-bottom:0;mso-position-horizontal:center;mso-position-horizontal-relative:page;mso-position-vertical:center;mso-position-vertical-relative:page;mso-width-percent:962;mso-height-percent:964;mso-width-relative:page;mso-height-relative:page;v-text-anchor:middle" arcsize="11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" stroked="f" strokeweight="1pt">
              <v:fill r:id="rId1" o:title="" recolor="t" rotate="t" type="tile"/>
              <v:imagedata recolortarget="white [2257]"/>
              <v:textbox inset="2.53903mm,1.2695mm,2.53903mm,1.2695mm">
                <w:txbxContent>
                  <w:p w14:paraId="45DCCE1A" w14:textId="77777777" w:rsidR="00D103B1" w:rsidRDefault="00D103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  <w:color w:val="93A299" w:themeColor="accent1"/>
        <w:lang w:eastAsia="ja-JP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953C04B" wp14:editId="2D04E3F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49060" cy="8558530"/>
              <wp:effectExtent l="0" t="0" r="0" b="0"/>
              <wp:wrapNone/>
              <wp:docPr id="9" name="Bkgd: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9060" cy="85585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3000"/>
                        </a:srgbClr>
                      </a:solidFill>
                      <a:ln>
                        <a:noFill/>
                      </a:ln>
                      <a:effectLst>
                        <a:softEdge rad="1270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73F4C7" w14:textId="77777777" w:rsidR="00D103B1" w:rsidRDefault="00D103B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108500</wp14:pctWidth>
              </wp14:sizeRelH>
              <wp14:sizeRelV relativeFrom="margin">
                <wp14:pctHeight>104000</wp14:pctHeight>
              </wp14:sizeRelV>
            </wp:anchor>
          </w:drawing>
        </mc:Choice>
        <mc:Fallback>
          <w:pict>
            <v:rect w14:anchorId="4953C04B" id="Bkgd: 2" o:spid="_x0000_s1027" style="position:absolute;margin-left:0;margin-top:0;width:507.8pt;height:673.9pt;z-index:-251652096;visibility:visible;mso-wrap-style:square;mso-width-percent:1085;mso-height-percent:1040;mso-wrap-distance-left:9pt;mso-wrap-distance-top:0;mso-wrap-distance-right:9pt;mso-wrap-distance-bottom:0;mso-position-horizontal:center;mso-position-horizontal-relative:margin;mso-position-vertical:center;mso-position-vertical-relative:margin;mso-width-percent:1085;mso-height-percent:10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" stroked="f" strokeweight="2pt">
              <v:fill opacity="54484f"/>
              <v:textbox inset="2.53903mm,1.2695mm,2.53903mm,1.2695mm">
                <w:txbxContent>
                  <w:p w14:paraId="7B73F4C7" w14:textId="77777777" w:rsidR="00D103B1" w:rsidRDefault="00D103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93A299" w:themeColor="accent1"/>
        <w:lang w:eastAsia="ja-JP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2FAAA26C" wp14:editId="4025D0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98870" cy="8229600"/>
              <wp:effectExtent l="0" t="0" r="0" b="0"/>
              <wp:wrapNone/>
              <wp:docPr id="11" name="Bkgd: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98870" cy="822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dbl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B89286" w14:textId="77777777" w:rsidR="00D103B1" w:rsidRDefault="00D103B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104300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2FAAA26C" id="Bkgd: 3" o:spid="_x0000_s1028" style="position:absolute;margin-left:0;margin-top:0;width:488.1pt;height:9in;z-index:-251651072;visibility:visible;mso-wrap-style:square;mso-width-percent:1043;mso-height-percent:1000;mso-wrap-distance-left:9pt;mso-wrap-distance-top:0;mso-wrap-distance-right:9pt;mso-wrap-distance-bottom:0;mso-position-horizontal:center;mso-position-horizontal-relative:margin;mso-position-vertical:center;mso-position-vertical-relative:margin;mso-width-percent:1043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" stroked="f" strokeweight=".5pt">
              <v:stroke linestyle="thinThin"/>
              <v:textbox inset="2.53903mm,1.2695mm,2.53903mm,1.2695mm">
                <w:txbxContent>
                  <w:p w14:paraId="67B89286" w14:textId="77777777" w:rsidR="00D103B1" w:rsidRDefault="00D103B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93A299" w:themeColor="accent1"/>
        <w:lang w:eastAsia="ja-JP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B681E9" wp14:editId="45A2752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margin">
                    <wp14:pctPosVOffset>100000</wp14:pctPosVOffset>
                  </wp:positionV>
                </mc:Choice>
                <mc:Fallback>
                  <wp:positionV relativeFrom="page">
                    <wp:posOffset>9372600</wp:posOffset>
                  </wp:positionV>
                </mc:Fallback>
              </mc:AlternateContent>
              <wp:extent cx="6127750" cy="246380"/>
              <wp:effectExtent l="0" t="0" r="0" b="0"/>
              <wp:wrapSquare wrapText="bothSides"/>
              <wp:docPr id="13" name="Dat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7750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D7A433" w14:textId="3A1754CD" w:rsidR="00D103B1" w:rsidRDefault="00000000">
                          <w:pPr>
                            <w:spacing w:after="0" w:line="240" w:lineRule="auto"/>
                            <w:jc w:val="center"/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alias w:val="Author"/>
                              <w:id w:val="-1660617785"/>
                              <w:placeholder>
                                <w:docPart w:val="54ED9733DFF347B2BEA8D44F3599A7FF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 w:rsidR="00AA7FEF">
                                <w:rPr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Govind Chauhan</w:t>
                              </w:r>
                            </w:sdtContent>
                          </w:sdt>
                          <w:r>
                            <w:rPr>
                              <w:b/>
                              <w:bCs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 Page </w:t>
                          </w:r>
                          <w:r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A6A6A6" w:themeColor="background1" w:themeShade="A6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noProof/>
                              <w:color w:val="A6A6A6" w:themeColor="background1" w:themeShade="A6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103100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B681E9" id="Date" o:spid="_x0000_s1029" style="position:absolute;margin-left:0;margin-top:0;width:482.5pt;height:19.4pt;z-index:251666432;visibility:visible;mso-wrap-style:square;mso-width-percent:1031;mso-height-percent:0;mso-top-percent:1000;mso-wrap-distance-left:9pt;mso-wrap-distance-top:0;mso-wrap-distance-right:9pt;mso-wrap-distance-bottom:0;mso-position-horizontal:center;mso-position-horizontal-relative:margin;mso-position-vertical-relative:margin;mso-width-percent:1031;mso-height-percent:0;mso-top-percent:10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" filled="f" stroked="f" strokeweight="2pt">
              <v:textbox inset="0,0,0,0">
                <w:txbxContent>
                  <w:p w14:paraId="7CD7A433" w14:textId="3A1754CD" w:rsidR="00D103B1" w:rsidRDefault="00000000">
                    <w:pPr>
                      <w:spacing w:after="0" w:line="240" w:lineRule="auto"/>
                      <w:jc w:val="center"/>
                      <w:rPr>
                        <w:color w:val="A6A6A6" w:themeColor="background1" w:themeShade="A6"/>
                        <w:sz w:val="18"/>
                        <w:szCs w:val="18"/>
                      </w:rPr>
                    </w:pPr>
                    <w:sdt>
                      <w:sdt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alias w:val="Author"/>
                        <w:id w:val="-1660617785"/>
                        <w:placeholder>
                          <w:docPart w:val="54ED9733DFF347B2BEA8D44F3599A7FF"/>
                        </w:placeholder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Content>
                        <w:r w:rsidR="00AA7FEF">
                          <w:rPr>
                            <w:color w:val="A6A6A6" w:themeColor="background1" w:themeShade="A6"/>
                            <w:sz w:val="18"/>
                            <w:szCs w:val="18"/>
                          </w:rPr>
                          <w:t>Govind Chauhan</w:t>
                        </w:r>
                      </w:sdtContent>
                    </w:sdt>
                    <w:r>
                      <w:rPr>
                        <w:b/>
                        <w:bCs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color w:val="A6A6A6" w:themeColor="background1" w:themeShade="A6"/>
                        <w:sz w:val="18"/>
                        <w:szCs w:val="18"/>
                      </w:rPr>
                      <w:t xml:space="preserve">  Page </w:t>
                    </w:r>
                    <w:r>
                      <w:rPr>
                        <w:color w:val="A6A6A6" w:themeColor="background1" w:themeShade="A6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A6A6A6" w:themeColor="background1" w:themeShade="A6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A6A6A6" w:themeColor="background1" w:themeShade="A6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color w:val="A6A6A6" w:themeColor="background1" w:themeShade="A6"/>
                        <w:sz w:val="18"/>
                        <w:szCs w:val="18"/>
                      </w:rPr>
                      <w:t>2</w:t>
                    </w:r>
                    <w:r>
                      <w:rPr>
                        <w:noProof/>
                        <w:color w:val="A6A6A6" w:themeColor="background1" w:themeShade="A6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FCE90" w14:textId="77777777" w:rsidR="00836399" w:rsidRDefault="00836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1F6B1" w14:textId="77777777" w:rsidR="003B5594" w:rsidRDefault="003B5594">
      <w:pPr>
        <w:spacing w:after="0" w:line="240" w:lineRule="auto"/>
      </w:pPr>
      <w:r>
        <w:separator/>
      </w:r>
    </w:p>
  </w:footnote>
  <w:footnote w:type="continuationSeparator" w:id="0">
    <w:p w14:paraId="67E1C490" w14:textId="77777777" w:rsidR="003B5594" w:rsidRDefault="003B5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16AE9" w14:textId="77777777" w:rsidR="00836399" w:rsidRDefault="008363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2BEFE" w14:textId="77777777" w:rsidR="00836399" w:rsidRDefault="008363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5AB72" w14:textId="52DF4659" w:rsidR="00D103B1" w:rsidRDefault="00000000">
    <w:pPr>
      <w:pStyle w:val="Header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743049" wp14:editId="786D03F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477125" cy="9696450"/>
              <wp:effectExtent l="0" t="0" r="0" b="0"/>
              <wp:wrapNone/>
              <wp:docPr id="2" name="Rounded 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77125" cy="9696450"/>
                      </a:xfrm>
                      <a:prstGeom prst="roundRect">
                        <a:avLst>
                          <a:gd name="adj" fmla="val 1735"/>
                        </a:avLst>
                      </a:prstGeom>
                      <a:ln w="12700" cmpd="sng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3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vert="horz" lIns="0" tIns="0" rIns="0" bIns="0" rtlCol="0" anchor="ctr"/>
                  </wps:wsp>
                </a:graphicData>
              </a:graphic>
              <wp14:sizeRelH relativeFrom="page">
                <wp14:pctWidth>96200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roundrect w14:anchorId="50D8E129" id="Rounded Rectangle 17" o:spid="_x0000_s1026" style="position:absolute;margin-left:0;margin-top:0;width:588.75pt;height:763.5pt;z-index:-251657216;visibility:visible;mso-wrap-style:square;mso-width-percent:962;mso-height-percent:964;mso-wrap-distance-left:9pt;mso-wrap-distance-top:0;mso-wrap-distance-right:9pt;mso-wrap-distance-bottom:0;mso-position-horizontal:center;mso-position-horizontal-relative:page;mso-position-vertical:center;mso-position-vertical-relative:page;mso-width-percent:962;mso-height-percent:964;mso-width-relative:page;mso-height-relative:page;v-text-anchor:middle" arcsize="11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" stroked="f" strokeweight="1pt">
              <v:fill r:id="rId1" o:title="" recolor="t" rotate="t" type="tile"/>
              <v:imagedata recolortarget="white [2257]"/>
              <v:textbox inset="0,0,0,0"/>
              <w10:wrap anchorx="page" anchory="page"/>
            </v:round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93DCAFD" wp14:editId="4485660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44995" cy="9034145"/>
              <wp:effectExtent l="0" t="0" r="0" b="0"/>
              <wp:wrapNone/>
              <wp:docPr id="3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4995" cy="903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3000"/>
                        </a:srgbClr>
                      </a:solidFill>
                      <a:ln>
                        <a:noFill/>
                      </a:ln>
                      <a:effectLst>
                        <a:softEdge rad="1270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vert="horz" lIns="0" tIns="0" rIns="0" bIns="0" rtlCol="0" anchor="ctr"/>
                  </wps:wsp>
                </a:graphicData>
              </a:graphic>
              <wp14:sizeRelH relativeFrom="margin">
                <wp14:pctWidth>108500</wp14:pctWidth>
              </wp14:sizeRelH>
              <wp14:sizeRelV relativeFrom="margin">
                <wp14:pctHeight>104000</wp14:pctHeight>
              </wp14:sizeRelV>
            </wp:anchor>
          </w:drawing>
        </mc:Choice>
        <mc:Fallback>
          <w:pict>
            <v:rect w14:anchorId="24C8C627" id="Rectangle 19" o:spid="_x0000_s1026" style="position:absolute;margin-left:0;margin-top:0;width:546.85pt;height:711.35pt;z-index:-251656192;visibility:visible;mso-wrap-style:square;mso-width-percent:1085;mso-height-percent:1040;mso-wrap-distance-left:9pt;mso-wrap-distance-top:0;mso-wrap-distance-right:9pt;mso-wrap-distance-bottom:0;mso-position-horizontal:center;mso-position-horizontal-relative:margin;mso-position-vertical:center;mso-position-vertical-relative:margin;mso-width-percent:1085;mso-height-percent:10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" stroked="f" strokeweight="2pt">
              <v:fill opacity="54484f"/>
              <v:textbox inset="0,0,0,0"/>
              <w10:wrap anchorx="margin" anchory="margin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54FCC31" wp14:editId="7B5EF0E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27190" cy="8756015"/>
              <wp:effectExtent l="0" t="0" r="0" b="0"/>
              <wp:wrapNone/>
              <wp:docPr id="4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27190" cy="8756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dbl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105100</wp14:pctWidth>
              </wp14:sizeRelH>
              <wp14:sizeRelV relativeFrom="margin">
                <wp14:pctHeight>100800</wp14:pctHeight>
              </wp14:sizeRelV>
            </wp:anchor>
          </w:drawing>
        </mc:Choice>
        <mc:Fallback>
          <w:pict>
            <v:rect w14:anchorId="44E8AB48" id="Rectangle 21" o:spid="_x0000_s1026" style="position:absolute;margin-left:0;margin-top:0;width:529.7pt;height:689.45pt;z-index:-251655168;visibility:visible;mso-wrap-style:square;mso-width-percent:1051;mso-height-percent:1008;mso-wrap-distance-left:9pt;mso-wrap-distance-top:0;mso-wrap-distance-right:9pt;mso-wrap-distance-bottom:0;mso-position-horizontal:center;mso-position-horizontal-relative:margin;mso-position-vertical:center;mso-position-vertical-relative:margin;mso-width-percent:1051;mso-height-percent:100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" stroked="f" strokeweight=".5pt">
              <v:stroke linestyle="thinThin"/>
              <v:textbox inset="2.53903mm,1.2695mm,2.53903mm,1.2695mm"/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96444"/>
    <w:multiLevelType w:val="hybridMultilevel"/>
    <w:tmpl w:val="AA5AF3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B07FD"/>
    <w:multiLevelType w:val="hybridMultilevel"/>
    <w:tmpl w:val="13FE3746"/>
    <w:lvl w:ilvl="0" w:tplc="C3AE5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A7C"/>
    <w:multiLevelType w:val="hybridMultilevel"/>
    <w:tmpl w:val="7CCACA80"/>
    <w:lvl w:ilvl="0" w:tplc="40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3" w15:restartNumberingAfterBreak="0">
    <w:nsid w:val="1FF76F5C"/>
    <w:multiLevelType w:val="hybridMultilevel"/>
    <w:tmpl w:val="E8CECB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B5C98"/>
    <w:multiLevelType w:val="hybridMultilevel"/>
    <w:tmpl w:val="EBEC77A0"/>
    <w:lvl w:ilvl="0" w:tplc="4009000F">
      <w:start w:val="1"/>
      <w:numFmt w:val="decimal"/>
      <w:lvlText w:val="%1."/>
      <w:lvlJc w:val="left"/>
      <w:pPr>
        <w:ind w:left="780" w:hanging="360"/>
      </w:pPr>
    </w:lvl>
    <w:lvl w:ilvl="1" w:tplc="40090019">
      <w:start w:val="1"/>
      <w:numFmt w:val="lowerLetter"/>
      <w:lvlText w:val="%2."/>
      <w:lvlJc w:val="left"/>
      <w:pPr>
        <w:ind w:left="1500" w:hanging="360"/>
      </w:pPr>
    </w:lvl>
    <w:lvl w:ilvl="2" w:tplc="4009001B">
      <w:start w:val="1"/>
      <w:numFmt w:val="lowerRoman"/>
      <w:lvlText w:val="%3."/>
      <w:lvlJc w:val="right"/>
      <w:pPr>
        <w:ind w:left="2220" w:hanging="180"/>
      </w:pPr>
    </w:lvl>
    <w:lvl w:ilvl="3" w:tplc="4009000F">
      <w:start w:val="1"/>
      <w:numFmt w:val="decimal"/>
      <w:lvlText w:val="%4."/>
      <w:lvlJc w:val="left"/>
      <w:pPr>
        <w:ind w:left="2940" w:hanging="360"/>
      </w:pPr>
    </w:lvl>
    <w:lvl w:ilvl="4" w:tplc="40090019">
      <w:start w:val="1"/>
      <w:numFmt w:val="lowerLetter"/>
      <w:lvlText w:val="%5."/>
      <w:lvlJc w:val="left"/>
      <w:pPr>
        <w:ind w:left="3660" w:hanging="360"/>
      </w:pPr>
    </w:lvl>
    <w:lvl w:ilvl="5" w:tplc="4009001B">
      <w:start w:val="1"/>
      <w:numFmt w:val="lowerRoman"/>
      <w:lvlText w:val="%6."/>
      <w:lvlJc w:val="right"/>
      <w:pPr>
        <w:ind w:left="4380" w:hanging="180"/>
      </w:pPr>
    </w:lvl>
    <w:lvl w:ilvl="6" w:tplc="4009000F">
      <w:start w:val="1"/>
      <w:numFmt w:val="decimal"/>
      <w:lvlText w:val="%7."/>
      <w:lvlJc w:val="left"/>
      <w:pPr>
        <w:ind w:left="5100" w:hanging="360"/>
      </w:pPr>
    </w:lvl>
    <w:lvl w:ilvl="7" w:tplc="40090019">
      <w:start w:val="1"/>
      <w:numFmt w:val="lowerLetter"/>
      <w:lvlText w:val="%8."/>
      <w:lvlJc w:val="left"/>
      <w:pPr>
        <w:ind w:left="5820" w:hanging="360"/>
      </w:pPr>
    </w:lvl>
    <w:lvl w:ilvl="8" w:tplc="4009001B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C509B"/>
    <w:multiLevelType w:val="hybridMultilevel"/>
    <w:tmpl w:val="27E4C7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C84CF7"/>
    <w:multiLevelType w:val="hybridMultilevel"/>
    <w:tmpl w:val="64E89DCA"/>
    <w:lvl w:ilvl="0" w:tplc="E3420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6D3DB1"/>
    <w:multiLevelType w:val="hybridMultilevel"/>
    <w:tmpl w:val="DD6645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E3639"/>
    <w:multiLevelType w:val="hybridMultilevel"/>
    <w:tmpl w:val="E3C4888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4036175">
    <w:abstractNumId w:val="11"/>
  </w:num>
  <w:num w:numId="2" w16cid:durableId="496111709">
    <w:abstractNumId w:val="5"/>
  </w:num>
  <w:num w:numId="3" w16cid:durableId="750664611">
    <w:abstractNumId w:val="7"/>
  </w:num>
  <w:num w:numId="4" w16cid:durableId="2040857610">
    <w:abstractNumId w:val="1"/>
  </w:num>
  <w:num w:numId="5" w16cid:durableId="637613806">
    <w:abstractNumId w:val="9"/>
  </w:num>
  <w:num w:numId="6" w16cid:durableId="958145964">
    <w:abstractNumId w:val="8"/>
  </w:num>
  <w:num w:numId="7" w16cid:durableId="137891745">
    <w:abstractNumId w:val="0"/>
  </w:num>
  <w:num w:numId="8" w16cid:durableId="4786208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3213962">
    <w:abstractNumId w:val="4"/>
  </w:num>
  <w:num w:numId="10" w16cid:durableId="1097755118">
    <w:abstractNumId w:val="2"/>
  </w:num>
  <w:num w:numId="11" w16cid:durableId="457266119">
    <w:abstractNumId w:val="6"/>
  </w:num>
  <w:num w:numId="12" w16cid:durableId="367688074">
    <w:abstractNumId w:val="10"/>
  </w:num>
  <w:num w:numId="13" w16cid:durableId="1154951283">
    <w:abstractNumId w:val="12"/>
  </w:num>
  <w:num w:numId="14" w16cid:durableId="192422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FEF"/>
    <w:rsid w:val="00006137"/>
    <w:rsid w:val="0000773B"/>
    <w:rsid w:val="00037D65"/>
    <w:rsid w:val="000A21F3"/>
    <w:rsid w:val="000B4928"/>
    <w:rsid w:val="000C7991"/>
    <w:rsid w:val="0011333E"/>
    <w:rsid w:val="00172185"/>
    <w:rsid w:val="0019189C"/>
    <w:rsid w:val="001923F7"/>
    <w:rsid w:val="001C167F"/>
    <w:rsid w:val="001E6E2C"/>
    <w:rsid w:val="00233B79"/>
    <w:rsid w:val="002C63D2"/>
    <w:rsid w:val="002E12F9"/>
    <w:rsid w:val="00310152"/>
    <w:rsid w:val="003B5594"/>
    <w:rsid w:val="003C5E61"/>
    <w:rsid w:val="003F3C14"/>
    <w:rsid w:val="00405107"/>
    <w:rsid w:val="00461608"/>
    <w:rsid w:val="00501A0F"/>
    <w:rsid w:val="00501C55"/>
    <w:rsid w:val="0051600B"/>
    <w:rsid w:val="005222D3"/>
    <w:rsid w:val="0054357F"/>
    <w:rsid w:val="00594D7F"/>
    <w:rsid w:val="005A1509"/>
    <w:rsid w:val="005E05E2"/>
    <w:rsid w:val="00652CF0"/>
    <w:rsid w:val="006A38C6"/>
    <w:rsid w:val="006A5B7B"/>
    <w:rsid w:val="006E66E7"/>
    <w:rsid w:val="007669A9"/>
    <w:rsid w:val="0077315F"/>
    <w:rsid w:val="00774679"/>
    <w:rsid w:val="007A0533"/>
    <w:rsid w:val="007D2081"/>
    <w:rsid w:val="00836399"/>
    <w:rsid w:val="008520CC"/>
    <w:rsid w:val="00876378"/>
    <w:rsid w:val="00884FBC"/>
    <w:rsid w:val="008C0A34"/>
    <w:rsid w:val="009155FF"/>
    <w:rsid w:val="00921994"/>
    <w:rsid w:val="00944A4A"/>
    <w:rsid w:val="00973E84"/>
    <w:rsid w:val="00985A9C"/>
    <w:rsid w:val="009F2950"/>
    <w:rsid w:val="009F6B5E"/>
    <w:rsid w:val="00AA7FEF"/>
    <w:rsid w:val="00B4787B"/>
    <w:rsid w:val="00B85292"/>
    <w:rsid w:val="00B92607"/>
    <w:rsid w:val="00BC6DDD"/>
    <w:rsid w:val="00C47F40"/>
    <w:rsid w:val="00C62AB0"/>
    <w:rsid w:val="00C90DDC"/>
    <w:rsid w:val="00CD0C20"/>
    <w:rsid w:val="00CF718C"/>
    <w:rsid w:val="00D103B1"/>
    <w:rsid w:val="00D23D92"/>
    <w:rsid w:val="00D72956"/>
    <w:rsid w:val="00DD0EA7"/>
    <w:rsid w:val="00DD12BF"/>
    <w:rsid w:val="00EF0920"/>
    <w:rsid w:val="00EF1EC9"/>
    <w:rsid w:val="00F249D0"/>
    <w:rsid w:val="00F30786"/>
    <w:rsid w:val="00F3780B"/>
    <w:rsid w:val="00F40FD1"/>
    <w:rsid w:val="00F8758A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BC6479"/>
  <w15:docId w15:val="{2F131142-8D4B-4CAC-A3E4-F77654E8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2D3"/>
    <w:pPr>
      <w:spacing w:after="160" w:line="256" w:lineRule="auto"/>
    </w:pPr>
    <w:rPr>
      <w:kern w:val="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bCs/>
      <w:caps/>
      <w:color w:val="93A299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B7C71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34C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34C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pPr>
      <w:spacing w:after="0" w:line="240" w:lineRule="auto"/>
    </w:pPr>
    <w:tblPr/>
    <w:tblStylePr w:type="firstRow">
      <w:rPr>
        <w:rFonts w:ascii="Aharoni" w:hAnsi="Aharoni"/>
        <w:b/>
        <w:sz w:val="36"/>
      </w:rPr>
    </w:tblStylePr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40382D" w:themeColor="text2" w:themeShade="BF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93A299" w:themeColor="accent1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6B7C71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7534C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7534C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564B3C" w:themeColor="text2"/>
      <w:spacing w:val="6"/>
      <w:sz w:val="20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aps/>
      <w:color w:val="564B3C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564B3C" w:themeColor="text2"/>
      <w:sz w:val="32"/>
      <w:szCs w:val="24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564B3C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sz w:val="2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93A299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Cs/>
      <w:caps/>
      <w:color w:val="93A299" w:themeColor="accent1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Pr>
      <w:b/>
      <w:bCs/>
      <w:i/>
      <w:iCs/>
      <w:color w:val="93A299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F543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F543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after="0" w:line="324" w:lineRule="auto"/>
      <w:outlineLvl w:val="9"/>
    </w:pPr>
    <w:rPr>
      <w:b/>
      <w:caps w:val="0"/>
      <w:color w:val="6B7C71" w:themeColor="accent1" w:themeShade="BF"/>
      <w:sz w:val="28"/>
      <w14:numForm w14:val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Normal"/>
    <w:next w:val="Normal"/>
    <w:qFormat/>
    <w:pPr>
      <w:spacing w:before="220" w:after="0" w:line="276" w:lineRule="auto"/>
      <w:outlineLvl w:val="0"/>
    </w:pPr>
    <w:rPr>
      <w:rFonts w:asciiTheme="majorHAnsi" w:hAnsiTheme="majorHAnsi"/>
      <w:b/>
      <w:color w:val="000000" w:themeColor="text1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Pr>
      <w:sz w:val="2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customStyle="1" w:styleId="Subsection">
    <w:name w:val="Subsection"/>
    <w:basedOn w:val="Heading2"/>
    <w:qFormat/>
    <w:pPr>
      <w:spacing w:before="0"/>
    </w:pPr>
    <w:rPr>
      <w:rFonts w:asciiTheme="minorHAnsi" w:hAnsiTheme="minorHAnsi"/>
      <w:color w:val="93A299" w:themeColor="accent1"/>
      <w:sz w:val="21"/>
    </w:rPr>
  </w:style>
  <w:style w:type="character" w:styleId="Hyperlink">
    <w:name w:val="Hyperlink"/>
    <w:basedOn w:val="DefaultParagraphFont"/>
    <w:uiPriority w:val="99"/>
    <w:unhideWhenUsed/>
    <w:rsid w:val="00AA7FEF"/>
    <w:rPr>
      <w:color w:val="CCCC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chauhangovind675@gmail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33\Apothecary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4ED9733DFF347B2BEA8D44F3599A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B4B3A-8C80-45CC-AC6F-241A1FE9CAF2}"/>
      </w:docPartPr>
      <w:docPartBody>
        <w:p w:rsidR="00657494" w:rsidRDefault="00000000">
          <w:pPr>
            <w:pStyle w:val="54ED9733DFF347B2BEA8D44F3599A7FF"/>
          </w:pPr>
          <w:r>
            <w:rPr>
              <w:color w:val="A6A6A6" w:themeColor="background1" w:themeShade="A6"/>
              <w:sz w:val="18"/>
              <w:szCs w:val="18"/>
            </w:rPr>
            <w:t>[Type 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SMinchoB">
    <w:charset w:val="80"/>
    <w:family w:val="roman"/>
    <w:pitch w:val="variable"/>
    <w:sig w:usb0="80000281" w:usb1="28C76CF8" w:usb2="00000010" w:usb3="00000000" w:csb0="00020000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4"/>
    <w:rsid w:val="00006137"/>
    <w:rsid w:val="00310152"/>
    <w:rsid w:val="003C34D5"/>
    <w:rsid w:val="004041E5"/>
    <w:rsid w:val="00475DD5"/>
    <w:rsid w:val="00501A0F"/>
    <w:rsid w:val="005027D7"/>
    <w:rsid w:val="00594D7F"/>
    <w:rsid w:val="00657494"/>
    <w:rsid w:val="00695D17"/>
    <w:rsid w:val="006A38C6"/>
    <w:rsid w:val="007A424B"/>
    <w:rsid w:val="007B55AB"/>
    <w:rsid w:val="007D2081"/>
    <w:rsid w:val="008226EA"/>
    <w:rsid w:val="008641FF"/>
    <w:rsid w:val="008A35B8"/>
    <w:rsid w:val="009155FF"/>
    <w:rsid w:val="00951444"/>
    <w:rsid w:val="00B4787B"/>
    <w:rsid w:val="00B64A40"/>
    <w:rsid w:val="00DE76FE"/>
    <w:rsid w:val="00EF0920"/>
    <w:rsid w:val="00FA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N" w:eastAsia="en-I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ED9733DFF347B2BEA8D44F3599A7FF">
    <w:name w:val="54ED9733DFF347B2BEA8D44F3599A7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D70B9B1E-6E0A-4487-BA79-863BDD73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ApothecaryResume</Template>
  <TotalTime>295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Govind Chauhan</dc:creator>
  <cp:lastModifiedBy>Govind Chauhan</cp:lastModifiedBy>
  <cp:revision>34</cp:revision>
  <cp:lastPrinted>2025-01-20T05:10:00Z</cp:lastPrinted>
  <dcterms:created xsi:type="dcterms:W3CDTF">2023-12-10T17:41:00Z</dcterms:created>
  <dcterms:modified xsi:type="dcterms:W3CDTF">2025-01-20T05:11:00Z</dcterms:modified>
</cp:coreProperties>
</file>